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3A345641"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r w:rsidR="007D65EB" w:rsidRPr="0078228F">
        <w:rPr>
          <w:rStyle w:val="Strong"/>
          <w:rFonts w:asciiTheme="minorHAnsi" w:hAnsiTheme="minorHAnsi" w:cstheme="minorHAnsi"/>
          <w:highlight w:val="yellow"/>
          <w:lang w:val="en-GB"/>
        </w:rPr>
        <w:t>MXXX</w:t>
      </w:r>
      <w:r w:rsidRPr="0078228F">
        <w:rPr>
          <w:rStyle w:val="Strong"/>
          <w:rFonts w:asciiTheme="minorHAnsi" w:hAnsiTheme="minorHAnsi" w:cstheme="minorHAnsi"/>
          <w:lang w:val="en-GB"/>
        </w:rPr>
        <w:t>-</w:t>
      </w:r>
      <w:r w:rsidR="0002605F">
        <w:rPr>
          <w:rStyle w:val="Strong"/>
          <w:rFonts w:asciiTheme="minorHAnsi" w:hAnsiTheme="minorHAnsi" w:cstheme="minorHAnsi"/>
          <w:lang w:val="en-GB"/>
        </w:rPr>
        <w:t>2</w:t>
      </w:r>
      <w:bookmarkEnd w:id="0"/>
      <w:bookmarkEnd w:id="1"/>
      <w:bookmarkEnd w:id="2"/>
      <w:bookmarkEnd w:id="3"/>
      <w:bookmarkEnd w:id="4"/>
      <w:r w:rsidR="00AB6F66">
        <w:rPr>
          <w:rStyle w:val="Strong"/>
          <w:rFonts w:asciiTheme="minorHAnsi" w:hAnsiTheme="minorHAnsi" w:cstheme="minorHAnsi"/>
          <w:lang w:val="en-GB"/>
        </w:rPr>
        <w:t>201-289</w:t>
      </w:r>
      <w:bookmarkStart w:id="5" w:name="_GoBack"/>
      <w:bookmarkEnd w:id="5"/>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6"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7" w:name="_Toc44938757"/>
      <w:r w:rsidRPr="00B451CF">
        <w:rPr>
          <w:rFonts w:cs="Calibri"/>
          <w:sz w:val="32"/>
          <w:szCs w:val="32"/>
        </w:rPr>
        <w:lastRenderedPageBreak/>
        <w:t>Instructions</w:t>
      </w:r>
      <w:bookmarkEnd w:id="6"/>
      <w:r w:rsidR="00EA5718" w:rsidRPr="00B451CF">
        <w:rPr>
          <w:rFonts w:cs="Calibri"/>
          <w:sz w:val="32"/>
          <w:szCs w:val="32"/>
        </w:rPr>
        <w:t xml:space="preserve"> on how to submit the </w:t>
      </w:r>
      <w:r w:rsidR="00EB3125" w:rsidRPr="00B451CF">
        <w:rPr>
          <w:rFonts w:cs="Calibri"/>
          <w:sz w:val="32"/>
          <w:szCs w:val="32"/>
        </w:rPr>
        <w:t>Quotation</w:t>
      </w:r>
      <w:bookmarkEnd w:id="7"/>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8"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8"/>
    </w:p>
    <w:p w14:paraId="1DB78E16" w14:textId="45D4C01A"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 XXXX – insert the name of the Procuring Entity</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9" w:name="_Hlk26447330"/>
      <w:r w:rsidR="00D17290" w:rsidRPr="00D17290">
        <w:rPr>
          <w:rFonts w:ascii="Calibri" w:hAnsi="Calibri" w:cs="Calibri"/>
          <w:lang w:val="en-GB"/>
        </w:rPr>
        <w:t xml:space="preserve">The language of </w:t>
      </w:r>
      <w:bookmarkEnd w:id="9"/>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10" w:name="_Hlk26447355"/>
      <w:r w:rsidR="00D17290">
        <w:rPr>
          <w:rFonts w:ascii="Calibri" w:hAnsi="Calibri" w:cs="Calibri"/>
          <w:lang w:val="en-GB"/>
        </w:rPr>
        <w:t>conditions</w:t>
      </w:r>
      <w:bookmarkEnd w:id="10"/>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1"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1"/>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2" w:name="_Toc44938759"/>
      <w:r w:rsidRPr="00B451CF">
        <w:rPr>
          <w:rFonts w:cs="Calibri"/>
          <w:sz w:val="24"/>
          <w:lang w:val="en-GB"/>
        </w:rPr>
        <w:t>Official email address</w:t>
      </w:r>
      <w:bookmarkEnd w:id="12"/>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3" w:name="_Hlk26447585"/>
      <w:r w:rsidR="00FE6116" w:rsidRPr="0078228F">
        <w:rPr>
          <w:rFonts w:ascii="Calibri" w:eastAsia="Times New Roman" w:hAnsi="Calibri" w:cs="Calibri"/>
          <w:lang w:val="en-GB"/>
        </w:rPr>
        <w:t xml:space="preserve">staff of the </w:t>
      </w:r>
      <w:bookmarkEnd w:id="13"/>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4" w:name="_Toc44938760"/>
      <w:r w:rsidRPr="00B451CF">
        <w:rPr>
          <w:rFonts w:cs="Calibri"/>
          <w:sz w:val="24"/>
          <w:lang w:val="en-GB"/>
        </w:rPr>
        <w:lastRenderedPageBreak/>
        <w:t>Mandatory requirements</w:t>
      </w:r>
      <w:bookmarkEnd w:id="14"/>
    </w:p>
    <w:p w14:paraId="045FE3B1" w14:textId="17FB71C2" w:rsidR="002C59E3" w:rsidRPr="00B451CF" w:rsidRDefault="009737E0" w:rsidP="008400ED">
      <w:pPr>
        <w:spacing w:before="120"/>
        <w:jc w:val="both"/>
        <w:rPr>
          <w:rFonts w:ascii="Calibri" w:hAnsi="Calibri" w:cs="Calibri"/>
          <w:lang w:val="en-GB"/>
        </w:rPr>
      </w:pPr>
      <w:bookmarkStart w:id="15"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5"/>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6"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6"/>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7" w:name="_Hlk26447724"/>
      <w:r w:rsidR="00FE6116" w:rsidRPr="00FE6116">
        <w:rPr>
          <w:rFonts w:ascii="Calibri" w:eastAsia="Times New Roman" w:hAnsi="Calibri" w:cs="Calibri"/>
          <w:lang w:val="en-GB"/>
        </w:rPr>
        <w:t xml:space="preserve">Please, refer to the time schedule </w:t>
      </w:r>
      <w:bookmarkEnd w:id="17"/>
      <w:r w:rsidRPr="00B451CF">
        <w:rPr>
          <w:rFonts w:ascii="Calibri" w:eastAsia="Times New Roman" w:hAnsi="Calibri" w:cs="Calibri"/>
          <w:lang w:val="en-GB"/>
        </w:rPr>
        <w:t>for the due date for submission of questions.</w:t>
      </w:r>
    </w:p>
    <w:p w14:paraId="443AFD33" w14:textId="65E5B616"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r w:rsidR="00E55F71">
        <w:rPr>
          <w:rStyle w:val="Hyperlink"/>
          <w:rFonts w:ascii="Calibri" w:hAnsi="Calibri" w:cs="Calibri"/>
          <w:lang w:val="en-GB"/>
        </w:rPr>
        <w:t>www.procurement.gov.ki/opentender</w:t>
      </w:r>
      <w:r w:rsidR="008400ED" w:rsidRPr="00B451CF">
        <w:rPr>
          <w:rFonts w:ascii="Calibri" w:hAnsi="Calibri" w:cs="Calibri"/>
          <w:lang w:val="en-GB"/>
        </w:rPr>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8"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8"/>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9" w:name="_Hlk9600481"/>
      <w:bookmarkStart w:id="20"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9"/>
      <w:bookmarkEnd w:id="20"/>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1"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2"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3" w:name="_Hlk26448032"/>
      <w:r w:rsidR="001575FE" w:rsidRPr="001575FE">
        <w:rPr>
          <w:rFonts w:ascii="Calibri" w:eastAsia="Times New Roman" w:hAnsi="Calibri" w:cs="Calibri"/>
          <w:b/>
          <w:lang w:val="en-GB"/>
        </w:rPr>
        <w:t xml:space="preserve">, – </w:t>
      </w:r>
      <w:bookmarkEnd w:id="23"/>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1"/>
      <w:r w:rsidR="001575FE" w:rsidRPr="0078228F">
        <w:rPr>
          <w:rFonts w:ascii="Calibri" w:eastAsia="Times New Roman" w:hAnsi="Calibri" w:cs="Calibri"/>
          <w:bCs/>
          <w:lang w:val="en-GB"/>
        </w:rPr>
        <w:t xml:space="preserve"> in addition to the above</w:t>
      </w:r>
      <w:bookmarkEnd w:id="22"/>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4" w:name="_Toc26439672"/>
      <w:bookmarkStart w:id="25" w:name="_Toc44938763"/>
      <w:bookmarkStart w:id="26" w:name="_Hlk26438311"/>
      <w:r>
        <w:rPr>
          <w:lang w:val="en-GB"/>
        </w:rPr>
        <w:t>Electronic submission</w:t>
      </w:r>
      <w:bookmarkEnd w:id="24"/>
      <w:bookmarkEnd w:id="25"/>
    </w:p>
    <w:bookmarkEnd w:id="26"/>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7" w:name="_Hlk26448194"/>
      <w:r w:rsidR="001575FE" w:rsidRPr="001575FE">
        <w:rPr>
          <w:rFonts w:ascii="Calibri" w:eastAsia="Times New Roman" w:hAnsi="Calibri" w:cs="Calibri"/>
          <w:lang w:val="en-GB"/>
        </w:rPr>
        <w:t>, with the same marking</w:t>
      </w:r>
      <w:bookmarkEnd w:id="27"/>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8" w:name="_Hlk26448228"/>
      <w:r w:rsidR="001575FE">
        <w:rPr>
          <w:rFonts w:cs="Calibri"/>
          <w:sz w:val="24"/>
          <w:szCs w:val="24"/>
          <w:lang w:val="en-GB"/>
        </w:rPr>
        <w:t xml:space="preserve">shall be </w:t>
      </w:r>
      <w:bookmarkEnd w:id="28"/>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9" w:name="_Toc26439673"/>
      <w:bookmarkStart w:id="30" w:name="_Toc44938764"/>
      <w:bookmarkStart w:id="31" w:name="_Hlk26438336"/>
      <w:r>
        <w:rPr>
          <w:lang w:val="en-GB"/>
        </w:rPr>
        <w:t>Other means of submission</w:t>
      </w:r>
      <w:bookmarkEnd w:id="29"/>
      <w:bookmarkEnd w:id="30"/>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2" w:name="_Toc44938765"/>
      <w:bookmarkEnd w:id="31"/>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2"/>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3" w:name="_Hlk26438446"/>
      <w:r w:rsidR="00C95746">
        <w:rPr>
          <w:rFonts w:cs="Calibri"/>
          <w:sz w:val="24"/>
          <w:szCs w:val="24"/>
          <w:lang w:val="en-GB"/>
        </w:rPr>
        <w:t>, including a</w:t>
      </w:r>
      <w:r w:rsidR="00C95746" w:rsidRPr="000D785C">
        <w:rPr>
          <w:rFonts w:cs="Calibri"/>
          <w:sz w:val="24"/>
          <w:szCs w:val="24"/>
          <w:lang w:val="en-GB"/>
        </w:rPr>
        <w:t>nnual financial reports</w:t>
      </w:r>
      <w:bookmarkEnd w:id="33"/>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4" w:name="_Hlk26438527"/>
      <w:r w:rsidR="00C95746" w:rsidRPr="00C95746">
        <w:rPr>
          <w:rFonts w:ascii="Calibri" w:hAnsi="Calibri" w:cs="Calibri"/>
          <w:lang w:val="en-GB"/>
        </w:rPr>
        <w:t>last day for submission of the</w:t>
      </w:r>
      <w:bookmarkEnd w:id="34"/>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5" w:name="_Hlk26448634"/>
      <w:r w:rsidR="000C5372" w:rsidRPr="000C5372">
        <w:rPr>
          <w:rFonts w:ascii="Calibri" w:hAnsi="Calibri" w:cs="Calibri"/>
          <w:lang w:val="en-GB"/>
        </w:rPr>
        <w:t>, and thereby be excluded from the evaluation</w:t>
      </w:r>
      <w:bookmarkEnd w:id="35"/>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6"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6"/>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7" w:name="_Toc26369672"/>
      <w:bookmarkStart w:id="38" w:name="_Toc26439678"/>
      <w:bookmarkStart w:id="39" w:name="_Toc44938767"/>
      <w:bookmarkStart w:id="40" w:name="_Hlk26449308"/>
      <w:r>
        <w:rPr>
          <w:rFonts w:cs="Calibri"/>
          <w:sz w:val="24"/>
          <w:lang w:val="en-GB"/>
        </w:rPr>
        <w:lastRenderedPageBreak/>
        <w:t>Certificate of Compliance Form</w:t>
      </w:r>
      <w:bookmarkEnd w:id="37"/>
      <w:bookmarkEnd w:id="38"/>
      <w:bookmarkEnd w:id="39"/>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1" w:name="_Toc44938768"/>
      <w:bookmarkEnd w:id="40"/>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1"/>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2"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3" w:name="_Ref9605311"/>
      <w:r w:rsidRPr="000C5372">
        <w:rPr>
          <w:rFonts w:ascii="Calibri" w:eastAsia="Times New Roman" w:hAnsi="Calibri" w:cs="Calibri"/>
        </w:rPr>
        <w:t>Tenderer’s references</w:t>
      </w:r>
      <w:bookmarkEnd w:id="43"/>
    </w:p>
    <w:bookmarkEnd w:id="42"/>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4"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4"/>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5" w:name="_Toc26369677"/>
      <w:bookmarkStart w:id="46" w:name="_Toc26439681"/>
      <w:bookmarkStart w:id="47" w:name="_Toc44938770"/>
      <w:bookmarkStart w:id="48" w:name="_Hlk26450290"/>
      <w:r w:rsidRPr="007F3777">
        <w:rPr>
          <w:rFonts w:cs="Calibri"/>
          <w:sz w:val="28"/>
          <w:szCs w:val="28"/>
          <w:lang w:eastAsia="ko-KR"/>
        </w:rPr>
        <w:t>Contract Award</w:t>
      </w:r>
      <w:bookmarkEnd w:id="45"/>
      <w:bookmarkEnd w:id="46"/>
      <w:bookmarkEnd w:id="47"/>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9" w:name="_Toc26439682"/>
      <w:bookmarkStart w:id="50" w:name="_Toc26369678"/>
      <w:bookmarkStart w:id="51" w:name="_Toc26439683"/>
      <w:bookmarkStart w:id="52" w:name="_Toc44938771"/>
      <w:bookmarkEnd w:id="49"/>
      <w:r>
        <w:rPr>
          <w:rFonts w:cs="Calibri"/>
          <w:sz w:val="28"/>
          <w:szCs w:val="28"/>
          <w:lang w:eastAsia="ko-KR"/>
        </w:rPr>
        <w:lastRenderedPageBreak/>
        <w:t>Complaints</w:t>
      </w:r>
      <w:bookmarkEnd w:id="50"/>
      <w:bookmarkEnd w:id="51"/>
      <w:bookmarkEnd w:id="52"/>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3" w:name="_Toc26369679"/>
      <w:bookmarkStart w:id="54" w:name="_Toc26439684"/>
      <w:bookmarkStart w:id="55" w:name="_Toc44938772"/>
      <w:r w:rsidRPr="000E0ABD">
        <w:rPr>
          <w:rFonts w:cs="Calibri"/>
          <w:sz w:val="28"/>
          <w:szCs w:val="28"/>
          <w:lang w:eastAsia="ko-KR"/>
        </w:rPr>
        <w:t>Contract finalisation</w:t>
      </w:r>
      <w:bookmarkEnd w:id="53"/>
      <w:bookmarkEnd w:id="54"/>
      <w:bookmarkEnd w:id="55"/>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8"/>
    </w:p>
    <w:sectPr w:rsidR="00C447AC" w:rsidRPr="00B451CF" w:rsidSect="0078228F">
      <w:headerReference w:type="default" r:id="rId12"/>
      <w:footerReference w:type="default" r:id="rId13"/>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2764F" w14:textId="77777777" w:rsidR="008A120D" w:rsidRDefault="008A120D">
      <w:r>
        <w:separator/>
      </w:r>
    </w:p>
  </w:endnote>
  <w:endnote w:type="continuationSeparator" w:id="0">
    <w:p w14:paraId="308470E8" w14:textId="77777777" w:rsidR="008A120D" w:rsidRDefault="008A120D">
      <w:r>
        <w:continuationSeparator/>
      </w:r>
    </w:p>
  </w:endnote>
  <w:endnote w:type="continuationNotice" w:id="1">
    <w:p w14:paraId="7BF3A7A1" w14:textId="77777777" w:rsidR="008A120D" w:rsidRDefault="008A12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B6F66" w:rsidRPr="00AB6F66">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B6F66" w:rsidRPr="00AB6F66">
      <w:rPr>
        <w:noProof/>
        <w:color w:val="17365D" w:themeColor="text2" w:themeShade="BF"/>
        <w:lang w:val="sv-SE"/>
      </w:rPr>
      <w:t>7</w:t>
    </w:r>
    <w:r>
      <w:rPr>
        <w:color w:val="17365D" w:themeColor="text2" w:themeShade="BF"/>
      </w:rPr>
      <w:fldChar w:fldCharType="end"/>
    </w:r>
  </w:p>
  <w:p w14:paraId="213B5D63" w14:textId="2E03D7AB" w:rsidR="00133D55" w:rsidRDefault="00133D55" w:rsidP="004878F3">
    <w:pPr>
      <w:pStyle w:val="Footer"/>
    </w:pPr>
    <w:r>
      <w:fldChar w:fldCharType="begin"/>
    </w:r>
    <w:r>
      <w:instrText xml:space="preserve"> DATE \@ "yyyy-MM-dd" </w:instrText>
    </w:r>
    <w:r>
      <w:fldChar w:fldCharType="separate"/>
    </w:r>
    <w:r w:rsidR="00AB6F66">
      <w:rPr>
        <w:noProof/>
      </w:rPr>
      <w:t>2023-02-14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DFC1F" w14:textId="77777777" w:rsidR="008A120D" w:rsidRDefault="008A120D">
      <w:r>
        <w:separator/>
      </w:r>
    </w:p>
  </w:footnote>
  <w:footnote w:type="continuationSeparator" w:id="0">
    <w:p w14:paraId="75580A16" w14:textId="77777777" w:rsidR="008A120D" w:rsidRDefault="008A120D">
      <w:r>
        <w:continuationSeparator/>
      </w:r>
    </w:p>
  </w:footnote>
  <w:footnote w:type="continuationNotice" w:id="1">
    <w:p w14:paraId="72C6E61D" w14:textId="77777777" w:rsidR="008A120D" w:rsidRDefault="008A120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63D5F1CF"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9D5633" w:rsidRPr="0078228F">
      <w:rPr>
        <w:rStyle w:val="Strong"/>
        <w:rFonts w:asciiTheme="minorHAnsi" w:hAnsiTheme="minorHAnsi" w:cstheme="minorHAnsi"/>
        <w:highlight w:val="yellow"/>
        <w:lang w:val="en-GB"/>
      </w:rPr>
      <w:t>MXXX</w:t>
    </w:r>
    <w:r w:rsidR="009D5633" w:rsidRPr="0078228F">
      <w:rPr>
        <w:rStyle w:val="Strong"/>
        <w:rFonts w:asciiTheme="minorHAnsi" w:hAnsiTheme="minorHAnsi" w:cstheme="minorHAnsi"/>
        <w:lang w:val="en-GB"/>
      </w:rPr>
      <w:t>-</w:t>
    </w:r>
    <w:r w:rsidR="00AB6F66">
      <w:rPr>
        <w:rStyle w:val="Strong"/>
        <w:rFonts w:asciiTheme="minorHAnsi" w:hAnsiTheme="minorHAnsi" w:cstheme="minorHAnsi"/>
        <w:lang w:val="en-GB"/>
      </w:rPr>
      <w:t>2201</w:t>
    </w:r>
    <w:r w:rsidR="009D5633" w:rsidRPr="0078228F">
      <w:rPr>
        <w:rStyle w:val="Strong"/>
        <w:rFonts w:asciiTheme="minorHAnsi" w:hAnsiTheme="minorHAnsi" w:cstheme="minorHAnsi"/>
        <w:lang w:val="en-GB"/>
      </w:rPr>
      <w:t>-</w:t>
    </w:r>
    <w:r w:rsidR="00133D55">
      <w:rPr>
        <w:rFonts w:asciiTheme="minorHAnsi" w:hAnsiTheme="minorHAnsi" w:cs="Calibri"/>
        <w:sz w:val="20"/>
      </w:rPr>
      <w:fldChar w:fldCharType="end"/>
    </w:r>
    <w:r w:rsidR="00AB6F66" w:rsidRPr="00AB6F66">
      <w:rPr>
        <w:rFonts w:asciiTheme="minorHAnsi" w:hAnsiTheme="minorHAnsi" w:cs="Calibri"/>
        <w:b/>
        <w:szCs w:val="24"/>
      </w:rPr>
      <w:t>289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120D"/>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6F66"/>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700A2B-16FD-4330-8F39-CA27A3FB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1808</Words>
  <Characters>10307</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Microsoft account</cp:lastModifiedBy>
  <cp:revision>3</cp:revision>
  <cp:lastPrinted>2019-05-23T01:49:00Z</cp:lastPrinted>
  <dcterms:created xsi:type="dcterms:W3CDTF">2020-07-06T12:39:00Z</dcterms:created>
  <dcterms:modified xsi:type="dcterms:W3CDTF">2023-02-13T21:45:00Z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